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52" w:rsidRDefault="00C74252"/>
    <w:p w:rsidR="00C74252" w:rsidRDefault="00C74252">
      <w:r>
        <w:t>Coenzyme A (1XVT)</w:t>
      </w:r>
    </w:p>
    <w:p w:rsidR="00C74252" w:rsidRPr="00087B60" w:rsidRDefault="00C74252">
      <w:r w:rsidRPr="00087B6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1.75pt">
            <v:imagedata r:id="rId4" o:title=""/>
          </v:shape>
        </w:pict>
      </w:r>
    </w:p>
    <w:p w:rsidR="00C74252" w:rsidRDefault="00C74252">
      <w:r w:rsidRPr="00A95E88">
        <w:t>Formic Acid (1B93)</w:t>
      </w:r>
    </w:p>
    <w:p w:rsidR="00C74252" w:rsidRPr="00087B60" w:rsidRDefault="00C74252">
      <w:r w:rsidRPr="00087B60">
        <w:pict>
          <v:shape id="_x0000_i1026" type="#_x0000_t75" style="width:465pt;height:94.5pt">
            <v:imagedata r:id="rId5" o:title=""/>
          </v:shape>
        </w:pict>
      </w:r>
    </w:p>
    <w:p w:rsidR="00C74252" w:rsidRDefault="00C74252">
      <w:r w:rsidRPr="00A95E88">
        <w:t>Beta-D-glucose (1PIG)</w:t>
      </w:r>
    </w:p>
    <w:p w:rsidR="00C74252" w:rsidRPr="009C11DC" w:rsidRDefault="00C74252">
      <w:r w:rsidRPr="009C11DC">
        <w:pict>
          <v:shape id="_x0000_i1027" type="#_x0000_t75" style="width:463.5pt;height:102.75pt">
            <v:imagedata r:id="rId6" o:title=""/>
          </v:shape>
        </w:pict>
      </w:r>
    </w:p>
    <w:p w:rsidR="00C74252" w:rsidRDefault="00C74252">
      <w:r w:rsidRPr="00A95E88">
        <w:t>NAD(1OG3,2BGL)</w:t>
      </w:r>
    </w:p>
    <w:p w:rsidR="00C74252" w:rsidRPr="009C11DC" w:rsidRDefault="00C74252">
      <w:r w:rsidRPr="009C11DC">
        <w:pict>
          <v:shape id="_x0000_i1028" type="#_x0000_t75" style="width:462pt;height:83.25pt">
            <v:imagedata r:id="rId7" o:title=""/>
          </v:shape>
        </w:pict>
      </w:r>
    </w:p>
    <w:p w:rsidR="00C74252" w:rsidRDefault="00C74252">
      <w:r>
        <w:br w:type="page"/>
      </w:r>
    </w:p>
    <w:p w:rsidR="00C74252" w:rsidRDefault="00C74252">
      <w:r w:rsidRPr="00A95E88">
        <w:t>Heme (1GGE)</w:t>
      </w:r>
    </w:p>
    <w:p w:rsidR="00C74252" w:rsidRPr="009C11DC" w:rsidRDefault="00C74252">
      <w:r w:rsidRPr="009C11DC">
        <w:pict>
          <v:shape id="_x0000_i1029" type="#_x0000_t75" style="width:461.25pt;height:101.25pt">
            <v:imagedata r:id="rId8" o:title=""/>
          </v:shape>
        </w:pict>
      </w:r>
    </w:p>
    <w:p w:rsidR="00C74252" w:rsidRDefault="00C74252">
      <w:r w:rsidRPr="00A95E88">
        <w:t>Adenosine-5'-Diphosphate (1UC9)</w:t>
      </w:r>
    </w:p>
    <w:p w:rsidR="00C74252" w:rsidRPr="009C11DC" w:rsidRDefault="00C74252">
      <w:r w:rsidRPr="009C11DC">
        <w:pict>
          <v:shape id="_x0000_i1030" type="#_x0000_t75" style="width:466.5pt;height:85.5pt">
            <v:imagedata r:id="rId9" o:title=""/>
          </v:shape>
        </w:pict>
      </w:r>
    </w:p>
    <w:p w:rsidR="00C74252" w:rsidRDefault="00C74252">
      <w:r w:rsidRPr="0065307C">
        <w:rPr>
          <w:rFonts w:eastAsia="MS ??"/>
          <w:noProof/>
          <w:lang w:eastAsia="zh-CN"/>
        </w:rPr>
        <w:t>Flavin-Adenine Dinucleotide</w:t>
      </w:r>
      <w:r>
        <w:t xml:space="preserve"> (</w:t>
      </w:r>
      <w:r w:rsidRPr="00A95E88">
        <w:t>1FNB</w:t>
      </w:r>
      <w:r>
        <w:t>)</w:t>
      </w:r>
    </w:p>
    <w:p w:rsidR="00C74252" w:rsidRPr="009C11DC" w:rsidRDefault="00C74252">
      <w:r w:rsidRPr="009C11DC">
        <w:pict>
          <v:shape id="_x0000_i1031" type="#_x0000_t75" style="width:462pt;height:90pt">
            <v:imagedata r:id="rId10" o:title=""/>
          </v:shape>
        </w:pict>
      </w:r>
    </w:p>
    <w:p w:rsidR="00C74252" w:rsidRDefault="00C74252" w:rsidP="00A95E88">
      <w:r w:rsidRPr="0065307C">
        <w:rPr>
          <w:rFonts w:eastAsia="MS ??"/>
          <w:noProof/>
          <w:lang w:eastAsia="zh-CN"/>
        </w:rPr>
        <w:t>Citric Acid</w:t>
      </w:r>
      <w:r>
        <w:rPr>
          <w:rFonts w:eastAsia="MS ??"/>
          <w:noProof/>
          <w:lang w:eastAsia="zh-CN"/>
        </w:rPr>
        <w:t xml:space="preserve"> (</w:t>
      </w:r>
      <w:r w:rsidRPr="00A95E88">
        <w:t>1HTO</w:t>
      </w:r>
      <w:r>
        <w:t>)</w:t>
      </w:r>
    </w:p>
    <w:p w:rsidR="00C74252" w:rsidRPr="009C11DC" w:rsidRDefault="00C74252" w:rsidP="00A95E88">
      <w:pPr>
        <w:rPr>
          <w:rFonts w:eastAsia="MS ??"/>
          <w:noProof/>
          <w:lang w:eastAsia="zh-CN"/>
        </w:rPr>
      </w:pPr>
      <w:r w:rsidRPr="009C11DC">
        <w:pict>
          <v:shape id="_x0000_i1032" type="#_x0000_t75" style="width:461.25pt;height:80.25pt">
            <v:imagedata r:id="rId11" o:title=""/>
          </v:shape>
        </w:pict>
      </w:r>
    </w:p>
    <w:p w:rsidR="00C74252" w:rsidRDefault="00C74252">
      <w:pPr>
        <w:rPr>
          <w:rFonts w:eastAsia="MS ??"/>
          <w:noProof/>
          <w:lang w:eastAsia="zh-CN"/>
        </w:rPr>
      </w:pPr>
      <w:r>
        <w:rPr>
          <w:rFonts w:eastAsia="MS ??"/>
          <w:noProof/>
          <w:lang w:eastAsia="zh-CN"/>
        </w:rPr>
        <w:br w:type="page"/>
      </w:r>
    </w:p>
    <w:p w:rsidR="00C74252" w:rsidRDefault="00C74252" w:rsidP="00A95E88">
      <w:pPr>
        <w:rPr>
          <w:rFonts w:eastAsia="MS ??"/>
          <w:noProof/>
          <w:lang w:eastAsia="zh-CN"/>
        </w:rPr>
      </w:pPr>
      <w:r w:rsidRPr="0065307C">
        <w:rPr>
          <w:rFonts w:eastAsia="MS ??"/>
          <w:noProof/>
          <w:lang w:eastAsia="zh-CN"/>
        </w:rPr>
        <w:t>2’-Monophosphadenosine 5’-Diphosphoribose</w:t>
      </w:r>
      <w:r w:rsidRPr="00A95E88">
        <w:rPr>
          <w:rFonts w:eastAsia="MS ??"/>
          <w:noProof/>
          <w:lang w:eastAsia="zh-CN"/>
        </w:rPr>
        <w:t xml:space="preserve"> </w:t>
      </w:r>
      <w:r>
        <w:rPr>
          <w:rFonts w:eastAsia="MS ??"/>
          <w:noProof/>
          <w:lang w:eastAsia="zh-CN"/>
        </w:rPr>
        <w:t xml:space="preserve"> (</w:t>
      </w:r>
      <w:r w:rsidRPr="00A95E88">
        <w:rPr>
          <w:rFonts w:eastAsia="MS ??"/>
          <w:noProof/>
          <w:lang w:eastAsia="zh-CN"/>
        </w:rPr>
        <w:t>1DJL</w:t>
      </w:r>
      <w:r>
        <w:rPr>
          <w:rFonts w:eastAsia="MS ??"/>
          <w:noProof/>
          <w:lang w:eastAsia="zh-CN"/>
        </w:rPr>
        <w:t>)</w:t>
      </w:r>
    </w:p>
    <w:p w:rsidR="00C74252" w:rsidRPr="009C11DC" w:rsidRDefault="00C74252" w:rsidP="00A95E88">
      <w:pPr>
        <w:rPr>
          <w:rFonts w:eastAsia="MS ??"/>
          <w:noProof/>
          <w:lang w:eastAsia="zh-CN"/>
        </w:rPr>
      </w:pPr>
      <w:r w:rsidRPr="009C11DC">
        <w:pict>
          <v:shape id="_x0000_i1033" type="#_x0000_t75" style="width:463.5pt;height:101.25pt">
            <v:imagedata r:id="rId12" o:title=""/>
          </v:shape>
        </w:pict>
      </w:r>
    </w:p>
    <w:p w:rsidR="00C74252" w:rsidRDefault="00C74252" w:rsidP="00A95E88">
      <w:pPr>
        <w:rPr>
          <w:rFonts w:eastAsia="MS ??"/>
          <w:noProof/>
          <w:lang w:eastAsia="zh-CN"/>
        </w:rPr>
      </w:pPr>
      <w:r w:rsidRPr="0065307C">
        <w:rPr>
          <w:rFonts w:eastAsia="MS ??"/>
          <w:noProof/>
          <w:lang w:eastAsia="zh-CN"/>
        </w:rPr>
        <w:t>Riboflavin Monophosphate</w:t>
      </w:r>
      <w:r w:rsidRPr="00A95E88">
        <w:rPr>
          <w:rFonts w:eastAsia="MS ??"/>
          <w:noProof/>
          <w:lang w:eastAsia="zh-CN"/>
        </w:rPr>
        <w:t xml:space="preserve"> </w:t>
      </w:r>
      <w:r>
        <w:rPr>
          <w:rFonts w:eastAsia="MS ??"/>
          <w:noProof/>
          <w:lang w:eastAsia="zh-CN"/>
        </w:rPr>
        <w:t xml:space="preserve"> (</w:t>
      </w:r>
      <w:r w:rsidRPr="00A95E88">
        <w:rPr>
          <w:rFonts w:eastAsia="MS ??"/>
          <w:noProof/>
          <w:lang w:eastAsia="zh-CN"/>
        </w:rPr>
        <w:t>1SZF</w:t>
      </w:r>
      <w:r>
        <w:rPr>
          <w:rFonts w:eastAsia="MS ??"/>
          <w:noProof/>
          <w:lang w:eastAsia="zh-CN"/>
        </w:rPr>
        <w:t>)</w:t>
      </w:r>
    </w:p>
    <w:p w:rsidR="00C74252" w:rsidRPr="009C11DC" w:rsidRDefault="00C74252" w:rsidP="00A95E88">
      <w:pPr>
        <w:rPr>
          <w:rFonts w:eastAsia="MS ??"/>
          <w:noProof/>
          <w:lang w:eastAsia="zh-CN"/>
        </w:rPr>
      </w:pPr>
      <w:r w:rsidRPr="009C11DC">
        <w:pict>
          <v:shape id="_x0000_i1034" type="#_x0000_t75" style="width:465pt;height:120.75pt">
            <v:imagedata r:id="rId13" o:title=""/>
          </v:shape>
        </w:pict>
      </w:r>
    </w:p>
    <w:p w:rsidR="00C74252" w:rsidRDefault="00C74252" w:rsidP="00A95E88">
      <w:pPr>
        <w:rPr>
          <w:rFonts w:eastAsia="MS ??"/>
          <w:noProof/>
          <w:lang w:eastAsia="zh-CN"/>
        </w:rPr>
      </w:pPr>
      <w:r w:rsidRPr="0065307C">
        <w:rPr>
          <w:rFonts w:eastAsia="MS ??"/>
          <w:noProof/>
          <w:lang w:eastAsia="zh-CN"/>
        </w:rPr>
        <w:t>Phosphoaminophosphonic Acid-Adenylate Ester</w:t>
      </w:r>
      <w:r w:rsidRPr="00A95E88">
        <w:rPr>
          <w:rFonts w:eastAsia="MS ??"/>
          <w:noProof/>
          <w:lang w:eastAsia="zh-CN"/>
        </w:rPr>
        <w:t xml:space="preserve"> </w:t>
      </w:r>
      <w:r>
        <w:rPr>
          <w:rFonts w:eastAsia="MS ??"/>
          <w:noProof/>
          <w:lang w:eastAsia="zh-CN"/>
        </w:rPr>
        <w:t xml:space="preserve"> (</w:t>
      </w:r>
      <w:r w:rsidRPr="00A95E88">
        <w:rPr>
          <w:rFonts w:eastAsia="MS ??"/>
          <w:noProof/>
          <w:lang w:eastAsia="zh-CN"/>
        </w:rPr>
        <w:t>1TQM</w:t>
      </w:r>
      <w:r>
        <w:rPr>
          <w:rFonts w:eastAsia="MS ??"/>
          <w:noProof/>
          <w:lang w:eastAsia="zh-CN"/>
        </w:rPr>
        <w:t>)</w:t>
      </w:r>
    </w:p>
    <w:p w:rsidR="00C74252" w:rsidRPr="009C11DC" w:rsidRDefault="00C74252" w:rsidP="00A95E88">
      <w:pPr>
        <w:rPr>
          <w:rFonts w:eastAsia="MS ??"/>
          <w:noProof/>
          <w:lang w:eastAsia="zh-CN"/>
        </w:rPr>
      </w:pPr>
      <w:r w:rsidRPr="009C11DC">
        <w:pict>
          <v:shape id="_x0000_i1035" type="#_x0000_t75" style="width:468pt;height:88.5pt">
            <v:imagedata r:id="rId14" o:title=""/>
          </v:shape>
        </w:pict>
      </w:r>
    </w:p>
    <w:sectPr w:rsidR="00C74252" w:rsidRPr="009C11DC" w:rsidSect="00782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E88"/>
    <w:rsid w:val="00046322"/>
    <w:rsid w:val="00087B60"/>
    <w:rsid w:val="0065307C"/>
    <w:rsid w:val="00782C9B"/>
    <w:rsid w:val="00936590"/>
    <w:rsid w:val="009C11DC"/>
    <w:rsid w:val="00A577E1"/>
    <w:rsid w:val="00A95E88"/>
    <w:rsid w:val="00AA0097"/>
    <w:rsid w:val="00C7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9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5E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8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3</Pages>
  <Words>49</Words>
  <Characters>285</Characters>
  <Application>Microsoft Office Outlook</Application>
  <DocSecurity>0</DocSecurity>
  <Lines>0</Lines>
  <Paragraphs>0</Paragraphs>
  <ScaleCrop>false</ScaleCrop>
  <Company>KAUST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</dc:creator>
  <cp:keywords/>
  <dc:description/>
  <cp:lastModifiedBy>hammad</cp:lastModifiedBy>
  <cp:revision>4</cp:revision>
  <dcterms:created xsi:type="dcterms:W3CDTF">2014-10-23T08:46:00Z</dcterms:created>
  <dcterms:modified xsi:type="dcterms:W3CDTF">2015-01-27T21:43:00Z</dcterms:modified>
</cp:coreProperties>
</file>